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FF8" w:rsidRPr="00650FF8" w:rsidRDefault="00650FF8" w:rsidP="00650FF8">
      <w:pPr>
        <w:spacing w:after="0" w:line="240" w:lineRule="auto"/>
        <w:jc w:val="center"/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t>Javni razpis za financiranje športnih programo</w:t>
      </w:r>
      <w:r w:rsidR="009B15F7"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t>v v občini Kidričevo v letu 2018</w:t>
      </w:r>
    </w:p>
    <w:p w:rsidR="00650FF8" w:rsidRPr="00650FF8" w:rsidRDefault="00650FF8" w:rsidP="00650FF8">
      <w:pPr>
        <w:spacing w:after="0" w:line="240" w:lineRule="auto"/>
        <w:jc w:val="center"/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t>(po Pravilniku o postopku in merilih za sofinanciranje LPŠ v občini Kidričevo)</w:t>
      </w:r>
    </w:p>
    <w:p w:rsidR="00650FF8" w:rsidRPr="00650FF8" w:rsidRDefault="00650FF8" w:rsidP="00650FF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650FF8" w:rsidRPr="00650FF8" w:rsidTr="00635224">
        <w:trPr>
          <w:cantSplit/>
        </w:trPr>
        <w:tc>
          <w:tcPr>
            <w:tcW w:w="69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F8" w:rsidRPr="00650FF8" w:rsidRDefault="00650FF8" w:rsidP="00650FF8">
            <w:pPr>
              <w:keepNext/>
              <w:spacing w:after="0" w:line="240" w:lineRule="auto"/>
              <w:jc w:val="center"/>
              <w:outlineLvl w:val="2"/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  <w:t>Obrazec 1</w:t>
            </w:r>
            <w:r w:rsidR="00DD1EC1"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  <w:t>a</w:t>
            </w:r>
          </w:p>
        </w:tc>
      </w:tr>
      <w:tr w:rsidR="00650FF8" w:rsidRPr="00650FF8" w:rsidTr="00635224"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</w:pPr>
          </w:p>
        </w:tc>
      </w:tr>
      <w:tr w:rsidR="00650FF8" w:rsidRPr="00650FF8" w:rsidTr="00635224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0FF8" w:rsidRPr="00650FF8" w:rsidRDefault="00650FF8" w:rsidP="00DD1EC1">
            <w:pPr>
              <w:keepNext/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ind w:left="0" w:firstLine="0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b/>
                <w:sz w:val="20"/>
                <w:szCs w:val="20"/>
                <w:lang w:eastAsia="sl-SI"/>
              </w:rPr>
              <w:t xml:space="preserve">Podatki o </w:t>
            </w:r>
            <w:r w:rsidR="00DD1EC1">
              <w:rPr>
                <w:rFonts w:ascii="Calibri" w:eastAsia="Times New Roman" w:hAnsi="Calibri" w:cs="Times New Roman"/>
                <w:b/>
                <w:sz w:val="20"/>
                <w:szCs w:val="20"/>
                <w:lang w:eastAsia="sl-SI"/>
              </w:rPr>
              <w:t>športni zvezi</w:t>
            </w:r>
          </w:p>
        </w:tc>
      </w:tr>
      <w:tr w:rsidR="00650FF8" w:rsidRPr="00650FF8" w:rsidTr="00635224">
        <w:trPr>
          <w:trHeight w:val="251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</w:tcBorders>
          </w:tcPr>
          <w:p w:rsidR="00650FF8" w:rsidRPr="00650FF8" w:rsidRDefault="00CF2A91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Naziv: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Naziv/ime športne zveze"/>
            <w:tag w:val="Naziv"/>
            <w:id w:val="762490905"/>
            <w:lock w:val="sdtLocked"/>
            <w:placeholder>
              <w:docPart w:val="6AAF41643C81481088C8163B5FA68625"/>
            </w:placeholder>
            <w:showingPlcHdr/>
            <w15:color w:val="FFFF00"/>
          </w:sdtPr>
          <w:sdtEndPr/>
          <w:sdtContent>
            <w:bookmarkStart w:id="0" w:name="_GoBack" w:displacedByCustomXml="prev"/>
            <w:tc>
              <w:tcPr>
                <w:tcW w:w="6909" w:type="dxa"/>
                <w:gridSpan w:val="3"/>
                <w:tcBorders>
                  <w:top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  <w:bookmarkEnd w:id="0" w:displacedByCustomXml="next"/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Naslov (sedež):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Naslov športne zveze"/>
            <w:tag w:val="Naslov"/>
            <w:id w:val="-1272545463"/>
            <w:lock w:val="sdtLocked"/>
            <w:placeholder>
              <w:docPart w:val="438DECAF160842979482A1F0750B06C3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Matična številka: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Matična številka"/>
            <w:tag w:val="MŠ"/>
            <w:id w:val="1141005102"/>
            <w:lock w:val="sdtLocked"/>
            <w:placeholder>
              <w:docPart w:val="C5AD9A05050247BCAC9B63CAF5BD0C75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  <w:bottom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Davčna številka: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Davčna številka"/>
            <w:tag w:val="DŠ"/>
            <w:id w:val="-1777169784"/>
            <w:lock w:val="sdtLocked"/>
            <w:placeholder>
              <w:docPart w:val="2E7E078110F442F1AC8703197C5D3C70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  <w:bottom w:val="nil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Številka TRR: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ka transakcijskega računa"/>
            <w:tag w:val="TRR"/>
            <w:id w:val="-74364407"/>
            <w:lock w:val="sdtLocked"/>
            <w:placeholder>
              <w:docPart w:val="844FB1C0E8844AF998A8E58398A1776B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Odgovorna oseba: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Odgovorna oseba"/>
            <w:tag w:val="Odgovorna oseba"/>
            <w:id w:val="888916292"/>
            <w:lock w:val="sdtLocked"/>
            <w:placeholder>
              <w:docPart w:val="27C16A3B98C44A029F31D2BB76DB9578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Kontaktna oseba: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Kontaktna oseba"/>
            <w:tag w:val="Kontaktna oseba"/>
            <w:id w:val="-514063345"/>
            <w:lock w:val="sdtLocked"/>
            <w:placeholder>
              <w:docPart w:val="22E8925967B844C49D2F7D2F19BC25FF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9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Telefon: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Kontaktna telefonska številka"/>
            <w:tag w:val="Telefon"/>
            <w:id w:val="746927197"/>
            <w:lock w:val="sdtLocked"/>
            <w:placeholder>
              <w:docPart w:val="DFC27CD57F6140EDBF25F5DE35F6FCE3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E-pošta: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Elektronska pošta"/>
            <w:tag w:val="e-pošta"/>
            <w:id w:val="-1408760185"/>
            <w:lock w:val="sdtLocked"/>
            <w:placeholder>
              <w:docPart w:val="BD41866303BB43C4A41059795A6D232A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</w:tbl>
    <w:p w:rsidR="00650FF8" w:rsidRPr="00650FF8" w:rsidRDefault="00650FF8" w:rsidP="00650FF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531"/>
      </w:tblGrid>
      <w:tr w:rsidR="00650FF8" w:rsidRPr="00650FF8" w:rsidTr="00635224">
        <w:trPr>
          <w:cantSplit/>
        </w:trPr>
        <w:tc>
          <w:tcPr>
            <w:tcW w:w="3681" w:type="dxa"/>
            <w:tcBorders>
              <w:top w:val="single" w:sz="4" w:space="0" w:color="auto"/>
            </w:tcBorders>
          </w:tcPr>
          <w:p w:rsidR="00650FF8" w:rsidRPr="00650FF8" w:rsidRDefault="00650FF8" w:rsidP="00DD1EC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 xml:space="preserve">Leta delovanja </w:t>
            </w:r>
            <w:r w:rsidR="00DD1EC1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zveze</w:t>
            </w: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o let delovanja zveze"/>
            <w:tag w:val="Leta"/>
            <w:id w:val="-1737157245"/>
            <w:lock w:val="sdtLocked"/>
            <w:placeholder>
              <w:docPart w:val="A35CFCDA906A45F7A9C1CFE6DDA567C9"/>
            </w:placeholder>
            <w:showingPlcHdr/>
            <w15:color w:val="FFFF00"/>
          </w:sdtPr>
          <w:sdtEndPr/>
          <w:sdtContent>
            <w:tc>
              <w:tcPr>
                <w:tcW w:w="5531" w:type="dxa"/>
                <w:tcBorders>
                  <w:top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</w:tcPr>
          <w:p w:rsidR="00650FF8" w:rsidRPr="00650FF8" w:rsidRDefault="00DD1EC1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Število članic</w:t>
            </w:r>
            <w:r w:rsidR="00650FF8"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 xml:space="preserve"> (s plačano članarino):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o društev članov zveze"/>
            <w:tag w:val="Člani"/>
            <w:id w:val="701595714"/>
            <w:lock w:val="sdtLocked"/>
            <w:placeholder>
              <w:docPart w:val="529DA74F8DF744229401A413FB726D5B"/>
            </w:placeholder>
            <w:showingPlcHdr/>
            <w15:color w:val="FFFF00"/>
          </w:sdtPr>
          <w:sdtEndPr/>
          <w:sdtContent>
            <w:tc>
              <w:tcPr>
                <w:tcW w:w="5531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3681" w:type="dxa"/>
            <w:tcBorders>
              <w:top w:val="single" w:sz="4" w:space="0" w:color="auto"/>
            </w:tcBorders>
          </w:tcPr>
          <w:p w:rsidR="00650FF8" w:rsidRPr="00650FF8" w:rsidRDefault="00DD1EC1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Članstvo v OKS</w:t>
            </w:r>
            <w:r w:rsidR="00650FF8"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Članstvo zveze v OKS"/>
            <w:tag w:val="OKS"/>
            <w:id w:val="-1716644597"/>
            <w:lock w:val="sdtLocked"/>
            <w15:color w:val="FFFF0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31" w:type="dxa"/>
                <w:tcBorders>
                  <w:top w:val="single" w:sz="4" w:space="0" w:color="auto"/>
                </w:tcBorders>
              </w:tcPr>
              <w:p w:rsidR="00650FF8" w:rsidRPr="00650FF8" w:rsidRDefault="00B017C9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  <w:lang w:eastAsia="sl-SI"/>
                  </w:rPr>
                  <w:t>☐</w:t>
                </w:r>
              </w:p>
            </w:tc>
          </w:sdtContent>
        </w:sdt>
      </w:tr>
    </w:tbl>
    <w:p w:rsidR="00650FF8" w:rsidRPr="00650FF8" w:rsidRDefault="00650FF8" w:rsidP="00650FF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  <w:r w:rsidRPr="00650FF8">
        <w:rPr>
          <w:rFonts w:ascii="Calibri" w:eastAsia="Times New Roman" w:hAnsi="Calibri" w:cs="Times New Roman"/>
          <w:b/>
          <w:sz w:val="24"/>
          <w:szCs w:val="24"/>
          <w:lang w:eastAsia="sl-SI"/>
        </w:rPr>
        <w:t>IZJAVA</w:t>
      </w: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 xml:space="preserve">Odgovorna oseba </w:t>
      </w:r>
      <w:r w:rsidR="00DD1EC1">
        <w:rPr>
          <w:rFonts w:ascii="Calibri" w:eastAsia="Times New Roman" w:hAnsi="Calibri" w:cs="Times New Roman"/>
          <w:sz w:val="20"/>
          <w:szCs w:val="20"/>
          <w:lang w:eastAsia="sl-SI"/>
        </w:rPr>
        <w:t>športne zveze</w:t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 xml:space="preserve"> v imenu zgoraj navedenega izvajalca športnega programa izjavljam, da so zagotovljeni materialni, kadrovski in organizacijski pogoji za izvršitev programov</w:t>
      </w:r>
      <w:r w:rsidR="00DD1EC1">
        <w:rPr>
          <w:rFonts w:ascii="Calibri" w:eastAsia="Times New Roman" w:hAnsi="Calibri" w:cs="Times New Roman"/>
          <w:sz w:val="20"/>
          <w:szCs w:val="20"/>
          <w:lang w:eastAsia="sl-SI"/>
        </w:rPr>
        <w:t xml:space="preserve"> in dejavnosti</w:t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, ki jih prijavljamo na razpis za financiranje športnih programov</w:t>
      </w:r>
      <w:r w:rsidR="009B15F7">
        <w:rPr>
          <w:rFonts w:ascii="Calibri" w:eastAsia="Times New Roman" w:hAnsi="Calibri" w:cs="Times New Roman"/>
          <w:sz w:val="20"/>
          <w:szCs w:val="20"/>
          <w:lang w:eastAsia="sl-SI"/>
        </w:rPr>
        <w:t xml:space="preserve"> v občini Kidričevo za leto 2018</w:t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.</w:t>
      </w: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Nadalje izjavljam, da r</w:t>
      </w:r>
      <w:r w:rsidR="00CF2A91">
        <w:rPr>
          <w:rFonts w:ascii="Calibri" w:eastAsia="Times New Roman" w:hAnsi="Calibri" w:cs="Times New Roman"/>
          <w:sz w:val="20"/>
          <w:szCs w:val="20"/>
          <w:lang w:eastAsia="sl-SI"/>
        </w:rPr>
        <w:t>azpolagamo z urejeno</w:t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:</w:t>
      </w:r>
    </w:p>
    <w:p w:rsidR="00650FF8" w:rsidRPr="00650FF8" w:rsidRDefault="00650FF8" w:rsidP="00650FF8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 xml:space="preserve">evidenco o članstvu </w:t>
      </w:r>
    </w:p>
    <w:p w:rsidR="00650FF8" w:rsidRPr="00650FF8" w:rsidRDefault="00DD1EC1" w:rsidP="00650FF8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 xml:space="preserve">da v organe </w:t>
      </w:r>
      <w:r w:rsidR="00650FF8" w:rsidRPr="00650FF8">
        <w:rPr>
          <w:rFonts w:ascii="Calibri" w:eastAsia="Times New Roman" w:hAnsi="Calibri" w:cs="Times New Roman"/>
          <w:sz w:val="20"/>
          <w:szCs w:val="20"/>
          <w:lang w:eastAsia="sl-SI"/>
        </w:rPr>
        <w:t>upravljanja niso vključeni svetniki ali njihovi ožji družinski člani.</w:t>
      </w: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 xml:space="preserve">S to izjavo s polno odgovornostjo potrjujem, da vsi podatki, ki jih navajamo v tem razpisu ustrezajo dejanskemu stanju in bomo na pisno zahtevo izvajalca razpisa o njih dostavili dokazila imenovani komisiji za šport. </w:t>
      </w: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  <w:t>Žig</w:t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  <w:t>Podpis odgovorne osebe</w:t>
      </w: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DD1EC1" w:rsidRDefault="00DD1EC1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  <w:t>____________________</w:t>
      </w:r>
    </w:p>
    <w:p w:rsid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DD1EC1" w:rsidRDefault="00DD1EC1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DD1EC1" w:rsidRDefault="00DD1EC1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DD1EC1" w:rsidRPr="00650FF8" w:rsidRDefault="00DD1EC1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Obvezne priloge te izjave so:</w:t>
      </w:r>
    </w:p>
    <w:p w:rsidR="00650FF8" w:rsidRPr="00650FF8" w:rsidRDefault="00650FF8" w:rsidP="00650FF8">
      <w:pPr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 xml:space="preserve">Evidenca o članstvu (iz katere mora biti razviden najmanj podatek o številu </w:t>
      </w:r>
      <w:r w:rsidR="00DD1EC1">
        <w:rPr>
          <w:rFonts w:ascii="Calibri" w:eastAsia="Times New Roman" w:hAnsi="Calibri" w:cs="Times New Roman"/>
          <w:sz w:val="20"/>
          <w:szCs w:val="20"/>
          <w:lang w:eastAsia="sl-SI"/>
        </w:rPr>
        <w:t>članic in seznam članic</w:t>
      </w:r>
    </w:p>
    <w:p w:rsidR="00401AFB" w:rsidRPr="0058276A" w:rsidRDefault="00401AFB" w:rsidP="0058276A"/>
    <w:sectPr w:rsidR="00401AFB" w:rsidRPr="005827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D02" w:rsidRDefault="004F2D02" w:rsidP="004D30D0">
      <w:pPr>
        <w:spacing w:after="0" w:line="240" w:lineRule="auto"/>
      </w:pPr>
      <w:r>
        <w:separator/>
      </w:r>
    </w:p>
  </w:endnote>
  <w:endnote w:type="continuationSeparator" w:id="0">
    <w:p w:rsidR="004F2D02" w:rsidRDefault="004F2D02" w:rsidP="004D3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485" w:rsidRDefault="00F07485" w:rsidP="00F07485">
    <w:pPr>
      <w:pStyle w:val="Fuzeile"/>
      <w:jc w:val="right"/>
    </w:pPr>
    <w:r>
      <w:t xml:space="preserve">stran </w:t>
    </w:r>
    <w:r>
      <w:fldChar w:fldCharType="begin"/>
    </w:r>
    <w:r>
      <w:instrText xml:space="preserve"> PAGE   \* MERGEFORMAT </w:instrText>
    </w:r>
    <w:r>
      <w:fldChar w:fldCharType="separate"/>
    </w:r>
    <w:r w:rsidR="009B15F7">
      <w:rPr>
        <w:noProof/>
      </w:rPr>
      <w:t>1</w:t>
    </w:r>
    <w:r>
      <w:fldChar w:fldCharType="end"/>
    </w:r>
    <w:r>
      <w:t>/</w:t>
    </w:r>
    <w:fldSimple w:instr=" NUMPAGES   \* MERGEFORMAT ">
      <w:r w:rsidR="009B15F7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D02" w:rsidRDefault="004F2D02" w:rsidP="004D30D0">
      <w:pPr>
        <w:spacing w:after="0" w:line="240" w:lineRule="auto"/>
      </w:pPr>
      <w:r>
        <w:separator/>
      </w:r>
    </w:p>
  </w:footnote>
  <w:footnote w:type="continuationSeparator" w:id="0">
    <w:p w:rsidR="004F2D02" w:rsidRDefault="004F2D02" w:rsidP="004D3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 w:cstheme="majorBidi"/>
        <w:szCs w:val="20"/>
      </w:rPr>
      <w:alias w:val="Titel"/>
      <w:id w:val="77738743"/>
      <w:placeholder>
        <w:docPart w:val="6AAF41643C81481088C8163B5FA6862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D30D0" w:rsidRPr="004838DB" w:rsidRDefault="00181EC7" w:rsidP="004D30D0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 w:rsidRPr="00181EC7">
          <w:rPr>
            <w:rFonts w:eastAsiaTheme="majorEastAsia" w:cstheme="majorBidi"/>
            <w:szCs w:val="20"/>
          </w:rPr>
          <w:t>Obr1</w:t>
        </w:r>
        <w:r w:rsidR="00DD1EC1">
          <w:rPr>
            <w:rFonts w:eastAsiaTheme="majorEastAsia" w:cstheme="majorBidi"/>
            <w:szCs w:val="20"/>
          </w:rPr>
          <w:t>a</w:t>
        </w:r>
        <w:r w:rsidRPr="00181EC7">
          <w:rPr>
            <w:rFonts w:eastAsiaTheme="majorEastAsia" w:cstheme="majorBidi"/>
            <w:szCs w:val="20"/>
          </w:rPr>
          <w:t xml:space="preserve"> - podatki o </w:t>
        </w:r>
        <w:r w:rsidR="00DD1EC1">
          <w:rPr>
            <w:rFonts w:eastAsiaTheme="majorEastAsia" w:cstheme="majorBidi"/>
            <w:szCs w:val="20"/>
          </w:rPr>
          <w:t>športni zvezi</w:t>
        </w:r>
      </w:p>
    </w:sdtContent>
  </w:sdt>
  <w:p w:rsidR="004D30D0" w:rsidRDefault="004D30D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01933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9E3AC5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13"/>
  </w:num>
  <w:num w:numId="10">
    <w:abstractNumId w:val="5"/>
  </w:num>
  <w:num w:numId="11">
    <w:abstractNumId w:val="14"/>
  </w:num>
  <w:num w:numId="12">
    <w:abstractNumId w:val="8"/>
  </w:num>
  <w:num w:numId="13">
    <w:abstractNumId w:val="6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ZMbUj96oGFCfJRWoHZlTMVuXQ7esDt/pdyNEVRc1pwKRVUpWwdT0XbWFInYuUIG0N0DA2LaJy3VxrvjQRQcGMw==" w:salt="q9edVxAUkBurRSN2MT3jJ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F8"/>
    <w:rsid w:val="0002370B"/>
    <w:rsid w:val="00033744"/>
    <w:rsid w:val="000B4E33"/>
    <w:rsid w:val="00181EC7"/>
    <w:rsid w:val="001C79AE"/>
    <w:rsid w:val="001D5B6D"/>
    <w:rsid w:val="001D6958"/>
    <w:rsid w:val="001E051C"/>
    <w:rsid w:val="00223D6C"/>
    <w:rsid w:val="002A695D"/>
    <w:rsid w:val="002D34B9"/>
    <w:rsid w:val="002E2E81"/>
    <w:rsid w:val="002F0B60"/>
    <w:rsid w:val="00322A43"/>
    <w:rsid w:val="00325B46"/>
    <w:rsid w:val="00357E53"/>
    <w:rsid w:val="003C71E7"/>
    <w:rsid w:val="00401AFB"/>
    <w:rsid w:val="004134EF"/>
    <w:rsid w:val="004342BD"/>
    <w:rsid w:val="004903FC"/>
    <w:rsid w:val="004B2749"/>
    <w:rsid w:val="004D30D0"/>
    <w:rsid w:val="004E57BC"/>
    <w:rsid w:val="004F2D02"/>
    <w:rsid w:val="00512C78"/>
    <w:rsid w:val="00521D88"/>
    <w:rsid w:val="005679C8"/>
    <w:rsid w:val="0058276A"/>
    <w:rsid w:val="005A6167"/>
    <w:rsid w:val="00623830"/>
    <w:rsid w:val="00650FF8"/>
    <w:rsid w:val="0065357B"/>
    <w:rsid w:val="00654B29"/>
    <w:rsid w:val="00673B57"/>
    <w:rsid w:val="00694D5D"/>
    <w:rsid w:val="006B3CB7"/>
    <w:rsid w:val="006E0922"/>
    <w:rsid w:val="006F47D1"/>
    <w:rsid w:val="00703156"/>
    <w:rsid w:val="0073693B"/>
    <w:rsid w:val="007D7488"/>
    <w:rsid w:val="007E591A"/>
    <w:rsid w:val="00951C35"/>
    <w:rsid w:val="009648C5"/>
    <w:rsid w:val="00980553"/>
    <w:rsid w:val="009B15F7"/>
    <w:rsid w:val="00A64122"/>
    <w:rsid w:val="00AD36D7"/>
    <w:rsid w:val="00AD47D6"/>
    <w:rsid w:val="00B017C9"/>
    <w:rsid w:val="00B10E3E"/>
    <w:rsid w:val="00BC4F29"/>
    <w:rsid w:val="00BD4E30"/>
    <w:rsid w:val="00BF346E"/>
    <w:rsid w:val="00C12C5C"/>
    <w:rsid w:val="00C132C6"/>
    <w:rsid w:val="00C469C2"/>
    <w:rsid w:val="00C84407"/>
    <w:rsid w:val="00CF2A91"/>
    <w:rsid w:val="00D00A4B"/>
    <w:rsid w:val="00D97CCB"/>
    <w:rsid w:val="00DA1A16"/>
    <w:rsid w:val="00DD1EC1"/>
    <w:rsid w:val="00DE0C82"/>
    <w:rsid w:val="00DF5F1B"/>
    <w:rsid w:val="00DF6E2F"/>
    <w:rsid w:val="00E0410F"/>
    <w:rsid w:val="00E8330A"/>
    <w:rsid w:val="00F01523"/>
    <w:rsid w:val="00F07485"/>
    <w:rsid w:val="00F7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D6A78A-7CD3-4DC0-A2B9-E6E97AE2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B4E33"/>
    <w:pPr>
      <w:keepNext/>
      <w:keepLines/>
      <w:numPr>
        <w:numId w:val="9"/>
      </w:numPr>
      <w:spacing w:before="240" w:after="120" w:line="240" w:lineRule="auto"/>
      <w:ind w:left="357" w:hanging="357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E57BC"/>
    <w:pPr>
      <w:keepNext/>
      <w:keepLines/>
      <w:numPr>
        <w:numId w:val="12"/>
      </w:numPr>
      <w:spacing w:before="120" w:after="60" w:line="240" w:lineRule="auto"/>
      <w:ind w:left="714" w:hanging="357"/>
      <w:outlineLvl w:val="1"/>
    </w:pPr>
    <w:rPr>
      <w:rFonts w:eastAsiaTheme="majorEastAsia" w:cstheme="majorBidi"/>
      <w:b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3693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7369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30D0"/>
  </w:style>
  <w:style w:type="paragraph" w:styleId="Fuzeile">
    <w:name w:val="footer"/>
    <w:basedOn w:val="Standard"/>
    <w:link w:val="FuzeileZchn"/>
    <w:uiPriority w:val="99"/>
    <w:unhideWhenUsed/>
    <w:rsid w:val="004D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30D0"/>
  </w:style>
  <w:style w:type="character" w:customStyle="1" w:styleId="berschrift1Zchn">
    <w:name w:val="Überschrift 1 Zchn"/>
    <w:basedOn w:val="Absatz-Standardschriftart"/>
    <w:link w:val="berschrift1"/>
    <w:uiPriority w:val="9"/>
    <w:rsid w:val="000B4E33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D6C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57BC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uiPriority w:val="59"/>
    <w:rsid w:val="003C71E7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A69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AAF41643C81481088C8163B5FA686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57C939-7382-470E-B021-C995AB089F08}"/>
      </w:docPartPr>
      <w:docPartBody>
        <w:p w:rsidR="00AA3EF4" w:rsidRDefault="00E13490" w:rsidP="00E13490">
          <w:pPr>
            <w:pStyle w:val="6AAF41643C81481088C8163B5FA686252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438DECAF160842979482A1F0750B06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B8BCEA-BF14-4A17-B72F-387724F867FA}"/>
      </w:docPartPr>
      <w:docPartBody>
        <w:p w:rsidR="00AA3EF4" w:rsidRDefault="00E13490" w:rsidP="00E13490">
          <w:pPr>
            <w:pStyle w:val="438DECAF160842979482A1F0750B06C32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C5AD9A05050247BCAC9B63CAF5BD0C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68A0A6-2402-4C08-92BB-D847A005554F}"/>
      </w:docPartPr>
      <w:docPartBody>
        <w:p w:rsidR="00AA3EF4" w:rsidRDefault="00E13490" w:rsidP="00E13490">
          <w:pPr>
            <w:pStyle w:val="C5AD9A05050247BCAC9B63CAF5BD0C752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E7E078110F442F1AC8703197C5D3C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0F4669-DB04-4882-ABD9-34ACFF99EF73}"/>
      </w:docPartPr>
      <w:docPartBody>
        <w:p w:rsidR="00AA3EF4" w:rsidRDefault="00E13490" w:rsidP="00E13490">
          <w:pPr>
            <w:pStyle w:val="2E7E078110F442F1AC8703197C5D3C702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844FB1C0E8844AF998A8E58398A177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A3C864-1121-46A9-819D-11F66EBEB303}"/>
      </w:docPartPr>
      <w:docPartBody>
        <w:p w:rsidR="00AA3EF4" w:rsidRDefault="00E13490" w:rsidP="00E13490">
          <w:pPr>
            <w:pStyle w:val="844FB1C0E8844AF998A8E58398A1776B2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7C16A3B98C44A029F31D2BB76DB95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1CF15C-F859-4F4F-8E57-FDEF96584871}"/>
      </w:docPartPr>
      <w:docPartBody>
        <w:p w:rsidR="00AA3EF4" w:rsidRDefault="00E13490" w:rsidP="00E13490">
          <w:pPr>
            <w:pStyle w:val="27C16A3B98C44A029F31D2BB76DB95782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2E8925967B844C49D2F7D2F19BC25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AC53FF-2AEA-4CF9-BD07-EE8D7D89A98D}"/>
      </w:docPartPr>
      <w:docPartBody>
        <w:p w:rsidR="00AA3EF4" w:rsidRDefault="00E13490" w:rsidP="00E13490">
          <w:pPr>
            <w:pStyle w:val="22E8925967B844C49D2F7D2F19BC25FF2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DFC27CD57F6140EDBF25F5DE35F6FC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5C1B3A-B5C3-4231-BBED-525AE0AC2B01}"/>
      </w:docPartPr>
      <w:docPartBody>
        <w:p w:rsidR="00AA3EF4" w:rsidRDefault="00E13490" w:rsidP="00E13490">
          <w:pPr>
            <w:pStyle w:val="DFC27CD57F6140EDBF25F5DE35F6FCE32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BD41866303BB43C4A41059795A6D23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F0F787-5E6A-4CF5-A730-2F8E7F0E5BC9}"/>
      </w:docPartPr>
      <w:docPartBody>
        <w:p w:rsidR="00AA3EF4" w:rsidRDefault="00E13490" w:rsidP="00E13490">
          <w:pPr>
            <w:pStyle w:val="BD41866303BB43C4A41059795A6D232A2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A35CFCDA906A45F7A9C1CFE6DDA567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5FB39-626C-477F-B186-ACD00DEF1342}"/>
      </w:docPartPr>
      <w:docPartBody>
        <w:p w:rsidR="00AA3EF4" w:rsidRDefault="00E13490" w:rsidP="00E13490">
          <w:pPr>
            <w:pStyle w:val="A35CFCDA906A45F7A9C1CFE6DDA567C92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529DA74F8DF744229401A413FB726D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B0F9A5-6956-40E6-9BD5-8E99060560A7}"/>
      </w:docPartPr>
      <w:docPartBody>
        <w:p w:rsidR="00AA3EF4" w:rsidRDefault="00E13490" w:rsidP="00E13490">
          <w:pPr>
            <w:pStyle w:val="529DA74F8DF744229401A413FB726D5B2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B2A"/>
    <w:rsid w:val="00347B2A"/>
    <w:rsid w:val="003A086B"/>
    <w:rsid w:val="004A5099"/>
    <w:rsid w:val="00643543"/>
    <w:rsid w:val="00773176"/>
    <w:rsid w:val="0091589D"/>
    <w:rsid w:val="00AA3EF4"/>
    <w:rsid w:val="00B647FB"/>
    <w:rsid w:val="00BB6C53"/>
    <w:rsid w:val="00DA0A54"/>
    <w:rsid w:val="00E13490"/>
    <w:rsid w:val="00EB0F80"/>
    <w:rsid w:val="00F6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AAF41643C81481088C8163B5FA68625">
    <w:name w:val="6AAF41643C81481088C8163B5FA68625"/>
    <w:rsid w:val="00347B2A"/>
  </w:style>
  <w:style w:type="paragraph" w:customStyle="1" w:styleId="438DECAF160842979482A1F0750B06C3">
    <w:name w:val="438DECAF160842979482A1F0750B06C3"/>
    <w:rsid w:val="00347B2A"/>
  </w:style>
  <w:style w:type="paragraph" w:customStyle="1" w:styleId="C5AD9A05050247BCAC9B63CAF5BD0C75">
    <w:name w:val="C5AD9A05050247BCAC9B63CAF5BD0C75"/>
    <w:rsid w:val="00347B2A"/>
  </w:style>
  <w:style w:type="paragraph" w:customStyle="1" w:styleId="2E7E078110F442F1AC8703197C5D3C70">
    <w:name w:val="2E7E078110F442F1AC8703197C5D3C70"/>
    <w:rsid w:val="00347B2A"/>
  </w:style>
  <w:style w:type="paragraph" w:customStyle="1" w:styleId="844FB1C0E8844AF998A8E58398A1776B">
    <w:name w:val="844FB1C0E8844AF998A8E58398A1776B"/>
    <w:rsid w:val="00347B2A"/>
  </w:style>
  <w:style w:type="paragraph" w:customStyle="1" w:styleId="27C16A3B98C44A029F31D2BB76DB9578">
    <w:name w:val="27C16A3B98C44A029F31D2BB76DB9578"/>
    <w:rsid w:val="00347B2A"/>
  </w:style>
  <w:style w:type="paragraph" w:customStyle="1" w:styleId="22E8925967B844C49D2F7D2F19BC25FF">
    <w:name w:val="22E8925967B844C49D2F7D2F19BC25FF"/>
    <w:rsid w:val="00347B2A"/>
  </w:style>
  <w:style w:type="paragraph" w:customStyle="1" w:styleId="DFC27CD57F6140EDBF25F5DE35F6FCE3">
    <w:name w:val="DFC27CD57F6140EDBF25F5DE35F6FCE3"/>
    <w:rsid w:val="00347B2A"/>
  </w:style>
  <w:style w:type="paragraph" w:customStyle="1" w:styleId="BD41866303BB43C4A41059795A6D232A">
    <w:name w:val="BD41866303BB43C4A41059795A6D232A"/>
    <w:rsid w:val="00347B2A"/>
  </w:style>
  <w:style w:type="paragraph" w:customStyle="1" w:styleId="A35CFCDA906A45F7A9C1CFE6DDA567C9">
    <w:name w:val="A35CFCDA906A45F7A9C1CFE6DDA567C9"/>
    <w:rsid w:val="00347B2A"/>
  </w:style>
  <w:style w:type="paragraph" w:customStyle="1" w:styleId="529DA74F8DF744229401A413FB726D5B">
    <w:name w:val="529DA74F8DF744229401A413FB726D5B"/>
    <w:rsid w:val="00347B2A"/>
  </w:style>
  <w:style w:type="paragraph" w:customStyle="1" w:styleId="ECF3773BB67B47DEA1B56436B3B316FB">
    <w:name w:val="ECF3773BB67B47DEA1B56436B3B316FB"/>
    <w:rsid w:val="00347B2A"/>
  </w:style>
  <w:style w:type="character" w:styleId="Platzhaltertext">
    <w:name w:val="Placeholder Text"/>
    <w:basedOn w:val="Absatz-Standardschriftart"/>
    <w:uiPriority w:val="99"/>
    <w:semiHidden/>
    <w:rsid w:val="00E13490"/>
    <w:rPr>
      <w:color w:val="808080"/>
    </w:rPr>
  </w:style>
  <w:style w:type="paragraph" w:customStyle="1" w:styleId="6AAF41643C81481088C8163B5FA686251">
    <w:name w:val="6AAF41643C81481088C8163B5FA686251"/>
    <w:rsid w:val="00EB0F8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1">
    <w:name w:val="438DECAF160842979482A1F0750B06C31"/>
    <w:rsid w:val="00EB0F8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1">
    <w:name w:val="C5AD9A05050247BCAC9B63CAF5BD0C751"/>
    <w:rsid w:val="00EB0F8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1">
    <w:name w:val="2E7E078110F442F1AC8703197C5D3C701"/>
    <w:rsid w:val="00EB0F8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1">
    <w:name w:val="844FB1C0E8844AF998A8E58398A1776B1"/>
    <w:rsid w:val="00EB0F8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1">
    <w:name w:val="27C16A3B98C44A029F31D2BB76DB95781"/>
    <w:rsid w:val="00EB0F8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1">
    <w:name w:val="22E8925967B844C49D2F7D2F19BC25FF1"/>
    <w:rsid w:val="00EB0F8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1">
    <w:name w:val="DFC27CD57F6140EDBF25F5DE35F6FCE31"/>
    <w:rsid w:val="00EB0F8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1">
    <w:name w:val="BD41866303BB43C4A41059795A6D232A1"/>
    <w:rsid w:val="00EB0F8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1">
    <w:name w:val="A35CFCDA906A45F7A9C1CFE6DDA567C91"/>
    <w:rsid w:val="00EB0F8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1">
    <w:name w:val="529DA74F8DF744229401A413FB726D5B1"/>
    <w:rsid w:val="00EB0F8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2">
    <w:name w:val="6AAF41643C81481088C8163B5FA686252"/>
    <w:rsid w:val="00E1349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2">
    <w:name w:val="438DECAF160842979482A1F0750B06C32"/>
    <w:rsid w:val="00E1349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2">
    <w:name w:val="C5AD9A05050247BCAC9B63CAF5BD0C752"/>
    <w:rsid w:val="00E1349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2">
    <w:name w:val="2E7E078110F442F1AC8703197C5D3C702"/>
    <w:rsid w:val="00E1349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2">
    <w:name w:val="844FB1C0E8844AF998A8E58398A1776B2"/>
    <w:rsid w:val="00E1349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2">
    <w:name w:val="27C16A3B98C44A029F31D2BB76DB95782"/>
    <w:rsid w:val="00E1349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2">
    <w:name w:val="22E8925967B844C49D2F7D2F19BC25FF2"/>
    <w:rsid w:val="00E1349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2">
    <w:name w:val="DFC27CD57F6140EDBF25F5DE35F6FCE32"/>
    <w:rsid w:val="00E1349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2">
    <w:name w:val="BD41866303BB43C4A41059795A6D232A2"/>
    <w:rsid w:val="00E1349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2">
    <w:name w:val="A35CFCDA906A45F7A9C1CFE6DDA567C92"/>
    <w:rsid w:val="00E13490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2">
    <w:name w:val="529DA74F8DF744229401A413FB726D5B2"/>
    <w:rsid w:val="00E13490"/>
    <w:pPr>
      <w:spacing w:after="200" w:line="276" w:lineRule="auto"/>
    </w:pPr>
    <w:rPr>
      <w:rFonts w:eastAsiaTheme="minorHAnsi"/>
      <w:lang w:val="sl-SI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16A25-A699-4DC6-A1D9-C88AE1C21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1</Pages>
  <Words>185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Obr1a - podatki o športni zvezi</vt:lpstr>
      <vt:lpstr>Obr1 - podatki o izvajalcu športnega programa</vt:lpstr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Obr1a - podatki o športni zvezi</dc:title>
  <dc:creator>Bogdan Potocnik</dc:creator>
  <cp:lastModifiedBy>Potocnik Bogdan, EE_DP1_AUT (MSF)</cp:lastModifiedBy>
  <cp:revision>6</cp:revision>
  <dcterms:created xsi:type="dcterms:W3CDTF">2017-01-28T16:38:00Z</dcterms:created>
  <dcterms:modified xsi:type="dcterms:W3CDTF">2018-01-16T16:30:00Z</dcterms:modified>
</cp:coreProperties>
</file>